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217E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17E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Ε3</w:t>
            </w:r>
            <w:r w:rsidR="009E283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217E18" w:rsidRPr="00217E18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217E18" w:rsidRPr="00217E1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Ο2.Ε68 30231000-7 Οθόνη Τύπου 03</w:t>
            </w:r>
          </w:p>
        </w:tc>
        <w:tc>
          <w:tcPr>
            <w:tcW w:w="1116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17E18" w:rsidRPr="00DF25B3" w:rsidTr="00217E1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αναφερθούν: Κατασκευαστής, Σειρά, Μοντέλο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Οθόνη παρουσιάσεων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διαγωνίου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&gt;=65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Τεχνολογία προβολής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TFT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LCD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οπίσθιου φωτισμού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DLED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Φυσική ανάλυση τουλάχιστον 3840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2160 (4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UHD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Αναλογία διαστάσεων 16:9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Τυπική φωτεινότητα &gt;=450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nits</w:t>
            </w:r>
            <w:proofErr w:type="spellEnd"/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EF62A6" w:rsidTr="00217E1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Τυπική αντίθεση &gt;= 1200:1</w:t>
            </w:r>
          </w:p>
        </w:tc>
        <w:tc>
          <w:tcPr>
            <w:tcW w:w="1116" w:type="dxa"/>
          </w:tcPr>
          <w:p w:rsidR="00217E18" w:rsidRPr="00EF62A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EF62A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EF62A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217E18" w:rsidRPr="00DF25B3" w:rsidTr="00217E1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Χρόνος απόκρισης &lt;=8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ms</w:t>
            </w:r>
            <w:proofErr w:type="spellEnd"/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Γωνία θέασης &gt;=178 μοίρες οριζόντια και κάθετα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Χρόνος ζωής οπίσθιου φωτισμού &gt;= 50.000 ώρες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DF25B3" w:rsidTr="00217E1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7E18" w:rsidRPr="00DF25B3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Επιφάνεια οθόνης με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αντι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-ανακλαστική επίστρωση, σκληρότητας τουλάχιστον 3Η</w:t>
            </w:r>
          </w:p>
        </w:tc>
        <w:tc>
          <w:tcPr>
            <w:tcW w:w="1116" w:type="dxa"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7E18" w:rsidRPr="00DF25B3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A8070F" w:rsidTr="00217E18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E18" w:rsidRPr="002129F6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Δυνατότητα λειτουργίας σε θέση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Portait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Landscape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A8070F" w:rsidTr="00217E18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E18" w:rsidRPr="002129F6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επεξεργαστή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Quad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core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ARM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Cortex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55 ή αντίστοιχο ή καλύτερο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A8070F" w:rsidTr="00217E18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E18" w:rsidRPr="002129F6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μνήμη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&gt;= 4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A8070F" w:rsidTr="00217E18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E18" w:rsidRPr="002129F6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διαθέτει εσωτερικό ψηφιακό αποθηκευτικό χώρο &gt;= 32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7E18" w:rsidRPr="002129F6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δύο εισόδους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θύρα επικοινωνίας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-232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θύρα επικοινωνίας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LAN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RJ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45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θύρα επέκτασης για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OPS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module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θύρα επέκτασης για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WiFi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module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μια έξοδο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HDMI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μια έξοδο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SPDIF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μια θύρα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Type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lastRenderedPageBreak/>
              <w:t>24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μια θύρα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3.0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Type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μια θύρα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Type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τουλάχιστον δύο ενσωματωμένα ηχεία &gt;=10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λειτουργικό σύστημα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Android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11 ή νεότερο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τροφοδοτείται από δίκτυο τάσεως 220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VAC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/50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πιστοποίησεις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EPEAT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RoHS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CE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περιλαμβάνει τηλεχειριστήριο με μπαταρίες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έχει συμβατότητα με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έλεχγο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τύπου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ProAV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γνωστών κατασκευαστών όπως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Crestron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Extron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AMX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​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υποστηρίζει συνεχόμενη λειτουργία (24/7)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  <w:bookmarkStart w:id="0" w:name="_GoBack"/>
            <w:bookmarkEnd w:id="0"/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FE320D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διαθίτεται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λογισμικό απομακρυσμένου ελέγχου από τον κατασκευαστή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217E18" w:rsidRPr="00A8070F" w:rsidTr="005609C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7E18" w:rsidRPr="00217E18" w:rsidRDefault="00217E18" w:rsidP="00217E1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34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7E18" w:rsidRPr="00DF25B3" w:rsidRDefault="00217E18" w:rsidP="00217E1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17E18" w:rsidRPr="002129F6" w:rsidRDefault="00217E18" w:rsidP="00217E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 w:rsidP="002129F6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217E18"/>
    <w:rsid w:val="00406FB0"/>
    <w:rsid w:val="004F5BC3"/>
    <w:rsid w:val="00863E00"/>
    <w:rsid w:val="009E2836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E8AE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2</Pages>
  <Words>320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2025-09-10T08:15:00Z</dcterms:created>
  <dcterms:modified xsi:type="dcterms:W3CDTF">2025-09-11T07:44:00Z</dcterms:modified>
</cp:coreProperties>
</file>